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C873AB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MĚÚ Uherský Brod – dodávka interiéru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68CC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873AB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BF924-E2F4-46D2-AEE4-FD44A933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DD9EF53F.dotm</Template>
  <TotalTime>24</TotalTime>
  <Pages>1</Pages>
  <Words>130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2022-09-06T08:53:00Z</cp:lastPrinted>
  <dcterms:created xsi:type="dcterms:W3CDTF">2023-11-06T12:13:00Z</dcterms:created>
  <dcterms:modified xsi:type="dcterms:W3CDTF">2025-11-19T14:51:00Z</dcterms:modified>
</cp:coreProperties>
</file>